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1052B4">
        <w:rPr>
          <w:rFonts w:ascii="Times New Roman" w:hAnsi="Times New Roman"/>
          <w:b/>
          <w:sz w:val="24"/>
        </w:rPr>
        <w:t>8</w:t>
      </w:r>
      <w:bookmarkStart w:id="0" w:name="_GoBack"/>
      <w:bookmarkEnd w:id="0"/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imputernicit</w:t>
      </w:r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>,etaj ........, apart.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judet/sector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>etaj.........., apart.....,</w:t>
      </w:r>
      <w:r w:rsidR="004F0A0F">
        <w:rPr>
          <w:rFonts w:ascii="Arial" w:hAnsi="Arial" w:cs="Arial"/>
          <w:bCs/>
          <w:iCs/>
          <w:sz w:val="24"/>
        </w:rPr>
        <w:t xml:space="preserve"> judet/sector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292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informatiile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>, sunt reale si conforme cu cererea de finantare intocmita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Dunarii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r w:rsidR="007A7C58">
        <w:rPr>
          <w:rFonts w:ascii="Arial" w:hAnsi="Arial" w:cs="Arial"/>
          <w:sz w:val="24"/>
        </w:rPr>
        <w:t xml:space="preserve">Totodata , ma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obtinerii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 xml:space="preserve">Reprezentant legal /Imputernicit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>( nume , prenume , semnatura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47D" w:rsidRDefault="00A7047D" w:rsidP="00EA0A34">
      <w:pPr>
        <w:spacing w:after="0" w:line="240" w:lineRule="auto"/>
      </w:pPr>
      <w:r>
        <w:separator/>
      </w:r>
    </w:p>
  </w:endnote>
  <w:endnote w:type="continuationSeparator" w:id="0">
    <w:p w:rsidR="00A7047D" w:rsidRDefault="00A7047D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47D" w:rsidRDefault="00A7047D" w:rsidP="00EA0A34">
      <w:pPr>
        <w:spacing w:after="0" w:line="240" w:lineRule="auto"/>
      </w:pPr>
      <w:r>
        <w:separator/>
      </w:r>
    </w:p>
  </w:footnote>
  <w:footnote w:type="continuationSeparator" w:id="0">
    <w:p w:rsidR="00A7047D" w:rsidRDefault="00A7047D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052B4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85345"/>
    <w:rsid w:val="008B76CF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554A9"/>
    <w:rsid w:val="00A70153"/>
    <w:rsid w:val="00A7047D"/>
    <w:rsid w:val="00A879B4"/>
    <w:rsid w:val="00A92602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785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209</cp:revision>
  <dcterms:created xsi:type="dcterms:W3CDTF">2015-06-17T10:15:00Z</dcterms:created>
  <dcterms:modified xsi:type="dcterms:W3CDTF">2018-07-13T10:13:00Z</dcterms:modified>
</cp:coreProperties>
</file>